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ED2" w:rsidRDefault="00C745D8" w:rsidP="00C745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Agency </w:t>
      </w:r>
      <w:r w:rsidRPr="00C745D8">
        <w:rPr>
          <w:b/>
          <w:sz w:val="32"/>
          <w:szCs w:val="32"/>
        </w:rPr>
        <w:t>Research Assignment</w:t>
      </w:r>
    </w:p>
    <w:p w:rsidR="00897C93" w:rsidRPr="00C745D8" w:rsidRDefault="00897C93" w:rsidP="00C745D8">
      <w:pPr>
        <w:jc w:val="center"/>
        <w:rPr>
          <w:b/>
          <w:sz w:val="32"/>
          <w:szCs w:val="32"/>
        </w:rPr>
      </w:pPr>
      <w:r w:rsidRPr="00C745D8">
        <w:rPr>
          <w:b/>
          <w:sz w:val="32"/>
          <w:szCs w:val="32"/>
        </w:rPr>
        <w:t>Senior Service Project</w:t>
      </w:r>
    </w:p>
    <w:p w:rsidR="00C745D8" w:rsidRDefault="00C745D8"/>
    <w:p w:rsidR="00C745D8" w:rsidRDefault="00C745D8">
      <w:r>
        <w:t xml:space="preserve">The </w:t>
      </w:r>
      <w:r w:rsidRPr="002F2523">
        <w:rPr>
          <w:b/>
        </w:rPr>
        <w:t>goal</w:t>
      </w:r>
      <w:r>
        <w:t xml:space="preserve"> of this assignment is to </w:t>
      </w:r>
      <w:r w:rsidR="00AF3A03">
        <w:t xml:space="preserve">learn </w:t>
      </w:r>
      <w:r>
        <w:t>about social agencies and the service</w:t>
      </w:r>
      <w:r w:rsidR="00AF3A03">
        <w:t>s</w:t>
      </w:r>
      <w:r>
        <w:t xml:space="preserve"> they provide.</w:t>
      </w:r>
      <w:r w:rsidR="00AF3A03">
        <w:t xml:space="preserve">  Examples of agencies are Catholic Charities and MYARC.</w:t>
      </w:r>
    </w:p>
    <w:p w:rsidR="00C745D8" w:rsidRDefault="00C745D8"/>
    <w:p w:rsidR="00C745D8" w:rsidRDefault="00AF3A03">
      <w:r>
        <w:t xml:space="preserve">For each agency, list the </w:t>
      </w:r>
      <w:r w:rsidRPr="002F2523">
        <w:rPr>
          <w:b/>
        </w:rPr>
        <w:t>name</w:t>
      </w:r>
      <w:r>
        <w:t xml:space="preserve">, </w:t>
      </w:r>
      <w:r w:rsidRPr="002F2523">
        <w:rPr>
          <w:b/>
        </w:rPr>
        <w:t>web address</w:t>
      </w:r>
      <w:r>
        <w:t xml:space="preserve">, and </w:t>
      </w:r>
      <w:r w:rsidRPr="002F2523">
        <w:rPr>
          <w:b/>
        </w:rPr>
        <w:t>what</w:t>
      </w:r>
      <w:r>
        <w:t xml:space="preserve"> the agency does, meaning </w:t>
      </w:r>
      <w:r w:rsidRPr="002F2523">
        <w:rPr>
          <w:b/>
        </w:rPr>
        <w:t>who</w:t>
      </w:r>
      <w:r>
        <w:t xml:space="preserve"> </w:t>
      </w:r>
      <w:r w:rsidR="005603A8">
        <w:t xml:space="preserve">they serve and </w:t>
      </w:r>
      <w:r w:rsidR="005603A8" w:rsidRPr="00756C28">
        <w:rPr>
          <w:b/>
        </w:rPr>
        <w:t>how</w:t>
      </w:r>
      <w:r w:rsidR="00CF1EF1">
        <w:t xml:space="preserve"> they serve.  Consider</w:t>
      </w:r>
      <w:bookmarkStart w:id="0" w:name="_GoBack"/>
      <w:bookmarkEnd w:id="0"/>
      <w:r w:rsidR="005603A8">
        <w:t xml:space="preserve"> agencies that help people </w:t>
      </w:r>
      <w:r w:rsidR="005603A8" w:rsidRPr="002F2523">
        <w:rPr>
          <w:b/>
        </w:rPr>
        <w:t>locally</w:t>
      </w:r>
      <w:r w:rsidR="005603A8">
        <w:t xml:space="preserve"> and agencies that help people </w:t>
      </w:r>
      <w:r w:rsidR="005603A8" w:rsidRPr="002F2523">
        <w:rPr>
          <w:b/>
        </w:rPr>
        <w:t>internationally</w:t>
      </w:r>
      <w:r w:rsidR="005603A8">
        <w:t xml:space="preserve">.  You need to find a total of </w:t>
      </w:r>
      <w:r w:rsidR="00676955">
        <w:rPr>
          <w:b/>
        </w:rPr>
        <w:t>five</w:t>
      </w:r>
      <w:r w:rsidR="005603A8">
        <w:t xml:space="preserve"> agencies.</w:t>
      </w:r>
    </w:p>
    <w:p w:rsidR="005603A8" w:rsidRDefault="005603A8"/>
    <w:p w:rsidR="005603A8" w:rsidRDefault="005603A8">
      <w:r>
        <w:t xml:space="preserve">Of the agencies that you selected, </w:t>
      </w:r>
      <w:r w:rsidR="00676955">
        <w:rPr>
          <w:b/>
        </w:rPr>
        <w:t>choose one</w:t>
      </w:r>
      <w:r w:rsidRPr="002F2523">
        <w:rPr>
          <w:b/>
        </w:rPr>
        <w:t xml:space="preserve"> that </w:t>
      </w:r>
      <w:r w:rsidRPr="00756C28">
        <w:rPr>
          <w:b/>
        </w:rPr>
        <w:t>interest</w:t>
      </w:r>
      <w:r w:rsidR="00676955">
        <w:rPr>
          <w:b/>
        </w:rPr>
        <w:t>s</w:t>
      </w:r>
      <w:r w:rsidRPr="00756C28">
        <w:rPr>
          <w:b/>
        </w:rPr>
        <w:t xml:space="preserve"> you</w:t>
      </w:r>
      <w:r>
        <w:t xml:space="preserve"> and give a </w:t>
      </w:r>
      <w:r w:rsidRPr="00AE2EE9">
        <w:rPr>
          <w:b/>
        </w:rPr>
        <w:t>on</w:t>
      </w:r>
      <w:r w:rsidR="00676955">
        <w:rPr>
          <w:b/>
        </w:rPr>
        <w:t>e paragraph explanation</w:t>
      </w:r>
      <w:r>
        <w:t xml:space="preserve"> as to why that agency interests you.</w:t>
      </w:r>
    </w:p>
    <w:p w:rsidR="00AF3A03" w:rsidRDefault="00AF3A03"/>
    <w:p w:rsidR="00AF3A03" w:rsidRPr="00235B6E" w:rsidRDefault="00FA26CB">
      <w:pPr>
        <w:rPr>
          <w:b/>
        </w:rPr>
      </w:pPr>
      <w:r w:rsidRPr="00235B6E">
        <w:rPr>
          <w:b/>
        </w:rPr>
        <w:t>Agency #1</w:t>
      </w:r>
    </w:p>
    <w:p w:rsidR="00FA26CB" w:rsidRDefault="00FA26CB">
      <w:r>
        <w:t>Agency Name:</w:t>
      </w:r>
      <w:r>
        <w:tab/>
        <w:t>____________________________________________________________</w:t>
      </w:r>
    </w:p>
    <w:p w:rsidR="00FA26CB" w:rsidRDefault="00FA26CB"/>
    <w:p w:rsidR="00FA26CB" w:rsidRDefault="00FA26CB">
      <w:r>
        <w:t>Agency Website:</w:t>
      </w:r>
      <w:r>
        <w:tab/>
        <w:t>____________________________________________________________</w:t>
      </w:r>
    </w:p>
    <w:p w:rsidR="00FA26CB" w:rsidRDefault="00FA26CB"/>
    <w:p w:rsidR="00C745D8" w:rsidRDefault="00FA26CB">
      <w:r>
        <w:t>Who They Serve:</w:t>
      </w:r>
      <w:r>
        <w:tab/>
        <w:t>____________________________________________________________</w:t>
      </w:r>
    </w:p>
    <w:p w:rsidR="00FA26CB" w:rsidRDefault="00FA26CB"/>
    <w:p w:rsidR="00FA26CB" w:rsidRDefault="00FA26CB">
      <w:r>
        <w:t>______________________________________________________________________________</w:t>
      </w:r>
    </w:p>
    <w:p w:rsidR="00FA26CB" w:rsidRDefault="00FA26CB"/>
    <w:p w:rsidR="00FA26CB" w:rsidRDefault="00BB43E9">
      <w:r>
        <w:t xml:space="preserve">How </w:t>
      </w:r>
      <w:r w:rsidR="00FA26CB">
        <w:t xml:space="preserve">They </w:t>
      </w:r>
      <w:r>
        <w:t>Serve</w:t>
      </w:r>
      <w:r w:rsidR="00FA26CB">
        <w:t>:</w:t>
      </w:r>
      <w:r>
        <w:tab/>
      </w:r>
      <w:r w:rsidR="00FA26CB">
        <w:t>__________________________________________________________</w:t>
      </w:r>
      <w:r>
        <w:t>__</w:t>
      </w:r>
    </w:p>
    <w:p w:rsidR="00FA26CB" w:rsidRDefault="00FA26CB"/>
    <w:p w:rsidR="00FA26CB" w:rsidRDefault="00FA26CB">
      <w:r>
        <w:t>______________________________________________________________________________</w:t>
      </w:r>
    </w:p>
    <w:p w:rsidR="00FA26CB" w:rsidRDefault="00FA26CB"/>
    <w:p w:rsidR="00FA26CB" w:rsidRDefault="00BB43E9">
      <w:r>
        <w:t>______________________________________________________________________________</w:t>
      </w:r>
    </w:p>
    <w:p w:rsidR="00FA26CB" w:rsidRDefault="00FA26CB"/>
    <w:p w:rsidR="00AE2EE9" w:rsidRPr="00235B6E" w:rsidRDefault="00AE2EE9" w:rsidP="00AE2EE9">
      <w:pPr>
        <w:rPr>
          <w:b/>
        </w:rPr>
      </w:pPr>
      <w:r>
        <w:rPr>
          <w:b/>
        </w:rPr>
        <w:t>Agency #2</w:t>
      </w:r>
    </w:p>
    <w:p w:rsidR="00AE2EE9" w:rsidRDefault="00AE2EE9" w:rsidP="00AE2EE9">
      <w:r>
        <w:t>Agency Name: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Agency Website: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Who They Serve: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______________________________________________________________________________</w:t>
      </w:r>
    </w:p>
    <w:p w:rsidR="00AE2EE9" w:rsidRDefault="00AE2EE9" w:rsidP="00AE2EE9"/>
    <w:p w:rsidR="00AE2EE9" w:rsidRDefault="00AE2EE9" w:rsidP="00AE2EE9">
      <w:r>
        <w:t>How They Serve: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______________________________________________________________________________</w:t>
      </w:r>
    </w:p>
    <w:p w:rsidR="00AE2EE9" w:rsidRDefault="00AE2EE9" w:rsidP="00AE2EE9"/>
    <w:p w:rsidR="00AE2EE9" w:rsidRDefault="00AE2EE9" w:rsidP="00AE2EE9">
      <w:r>
        <w:t>______________________________________________________________________________</w:t>
      </w:r>
    </w:p>
    <w:p w:rsidR="00FA26CB" w:rsidRDefault="00FA26CB"/>
    <w:p w:rsidR="00AE2EE9" w:rsidRDefault="00AE2EE9">
      <w:pPr>
        <w:spacing w:after="200" w:line="276" w:lineRule="auto"/>
      </w:pPr>
      <w:r>
        <w:br w:type="page"/>
      </w:r>
    </w:p>
    <w:p w:rsidR="00AE2EE9" w:rsidRPr="00235B6E" w:rsidRDefault="00BB4811" w:rsidP="00AE2EE9">
      <w:pPr>
        <w:rPr>
          <w:b/>
        </w:rPr>
      </w:pPr>
      <w:r>
        <w:rPr>
          <w:b/>
        </w:rPr>
        <w:lastRenderedPageBreak/>
        <w:t>Agency #3</w:t>
      </w:r>
    </w:p>
    <w:p w:rsidR="00AE2EE9" w:rsidRDefault="00AE2EE9" w:rsidP="00AE2EE9">
      <w:r>
        <w:t>Agency Name: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Agency Website: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Who They Serve: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______________________________________________________________________________</w:t>
      </w:r>
    </w:p>
    <w:p w:rsidR="00AE2EE9" w:rsidRDefault="00AE2EE9" w:rsidP="00AE2EE9"/>
    <w:p w:rsidR="00AE2EE9" w:rsidRDefault="00AE2EE9" w:rsidP="00AE2EE9">
      <w:r>
        <w:t>How They Serve: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______________________________________________________________________________</w:t>
      </w:r>
    </w:p>
    <w:p w:rsidR="00AE2EE9" w:rsidRDefault="00AE2EE9" w:rsidP="00AE2EE9"/>
    <w:p w:rsidR="00AE2EE9" w:rsidRDefault="00AE2EE9" w:rsidP="00AE2EE9">
      <w:r>
        <w:t>______________________________________________________________________________</w:t>
      </w:r>
    </w:p>
    <w:p w:rsidR="00AE2EE9" w:rsidRDefault="00AE2EE9"/>
    <w:p w:rsidR="00AE2EE9" w:rsidRPr="00235B6E" w:rsidRDefault="00BB4811" w:rsidP="00AE2EE9">
      <w:pPr>
        <w:rPr>
          <w:b/>
        </w:rPr>
      </w:pPr>
      <w:r>
        <w:rPr>
          <w:b/>
        </w:rPr>
        <w:t>Agency #4</w:t>
      </w:r>
    </w:p>
    <w:p w:rsidR="00AE2EE9" w:rsidRDefault="00AE2EE9" w:rsidP="00AE2EE9">
      <w:r>
        <w:t>Agency Name: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Agency Website: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Who They Serve: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______________________________________________________________________________</w:t>
      </w:r>
    </w:p>
    <w:p w:rsidR="00AE2EE9" w:rsidRDefault="00AE2EE9" w:rsidP="00AE2EE9"/>
    <w:p w:rsidR="00AE2EE9" w:rsidRDefault="00AE2EE9" w:rsidP="00AE2EE9">
      <w:r>
        <w:t>How They Serve:</w:t>
      </w:r>
      <w:r>
        <w:tab/>
        <w:t>____________________________________________________________</w:t>
      </w:r>
    </w:p>
    <w:p w:rsidR="00AE2EE9" w:rsidRDefault="00AE2EE9" w:rsidP="00AE2EE9"/>
    <w:p w:rsidR="00AE2EE9" w:rsidRDefault="00AE2EE9" w:rsidP="00AE2EE9">
      <w:r>
        <w:t>______________________________________________________________________________</w:t>
      </w:r>
    </w:p>
    <w:p w:rsidR="00AE2EE9" w:rsidRDefault="00AE2EE9" w:rsidP="00AE2EE9"/>
    <w:p w:rsidR="00AE2EE9" w:rsidRDefault="00AE2EE9" w:rsidP="00AE2EE9">
      <w:r>
        <w:t>______________________________________________________________________________</w:t>
      </w:r>
    </w:p>
    <w:p w:rsidR="00AE2EE9" w:rsidRDefault="00AE2EE9"/>
    <w:p w:rsidR="00BB4811" w:rsidRPr="00235B6E" w:rsidRDefault="00BB4811" w:rsidP="00BB4811">
      <w:pPr>
        <w:rPr>
          <w:b/>
        </w:rPr>
      </w:pPr>
      <w:r>
        <w:rPr>
          <w:b/>
        </w:rPr>
        <w:t>Agency #5</w:t>
      </w:r>
    </w:p>
    <w:p w:rsidR="00BB4811" w:rsidRDefault="00BB4811" w:rsidP="00BB4811">
      <w:r>
        <w:t>Agency Name:</w:t>
      </w:r>
      <w:r>
        <w:tab/>
        <w:t>____________________________________________________________</w:t>
      </w:r>
    </w:p>
    <w:p w:rsidR="00BB4811" w:rsidRDefault="00BB4811" w:rsidP="00BB4811"/>
    <w:p w:rsidR="00BB4811" w:rsidRDefault="00BB4811" w:rsidP="00BB4811">
      <w:r>
        <w:t>Agency Website:</w:t>
      </w:r>
      <w:r>
        <w:tab/>
        <w:t>____________________________________________________________</w:t>
      </w:r>
    </w:p>
    <w:p w:rsidR="00BB4811" w:rsidRDefault="00BB4811" w:rsidP="00BB4811"/>
    <w:p w:rsidR="00BB4811" w:rsidRDefault="00BB4811" w:rsidP="00BB4811">
      <w:r>
        <w:t>Who They Serve:</w:t>
      </w:r>
      <w:r>
        <w:tab/>
        <w:t>____________________________________________________________</w:t>
      </w:r>
    </w:p>
    <w:p w:rsidR="00BB4811" w:rsidRDefault="00BB4811" w:rsidP="00BB4811"/>
    <w:p w:rsidR="00BB4811" w:rsidRDefault="00BB4811" w:rsidP="00BB4811">
      <w:r>
        <w:t>______________________________________________________________________________</w:t>
      </w:r>
    </w:p>
    <w:p w:rsidR="00BB4811" w:rsidRDefault="00BB4811" w:rsidP="00BB4811"/>
    <w:p w:rsidR="00BB4811" w:rsidRDefault="00BB4811" w:rsidP="00BB4811">
      <w:r>
        <w:t>How They Serve:</w:t>
      </w:r>
      <w:r>
        <w:tab/>
        <w:t>____________________________________________________________</w:t>
      </w:r>
    </w:p>
    <w:p w:rsidR="00BB4811" w:rsidRDefault="00BB4811" w:rsidP="00BB4811"/>
    <w:p w:rsidR="00BB4811" w:rsidRDefault="00BB4811" w:rsidP="00BB4811">
      <w:r>
        <w:t>______________________________________________________________________________</w:t>
      </w:r>
    </w:p>
    <w:p w:rsidR="00BB4811" w:rsidRDefault="00BB4811" w:rsidP="00BB4811"/>
    <w:p w:rsidR="00BB4811" w:rsidRDefault="00BB4811" w:rsidP="00BB4811">
      <w:r>
        <w:t>______________________________________________________________________________</w:t>
      </w:r>
    </w:p>
    <w:p w:rsidR="00AE2EE9" w:rsidRDefault="00AE2EE9"/>
    <w:p w:rsidR="00D452EE" w:rsidRDefault="00D452EE">
      <w:pPr>
        <w:spacing w:after="200" w:line="276" w:lineRule="auto"/>
      </w:pPr>
      <w:r>
        <w:br w:type="page"/>
      </w:r>
    </w:p>
    <w:p w:rsidR="007E4599" w:rsidRPr="0041248F" w:rsidRDefault="006810A3" w:rsidP="0041248F">
      <w:pPr>
        <w:jc w:val="center"/>
        <w:rPr>
          <w:b/>
        </w:rPr>
      </w:pPr>
      <w:r>
        <w:rPr>
          <w:b/>
        </w:rPr>
        <w:lastRenderedPageBreak/>
        <w:t>Agency of Interest to Me – Please write the name of an agency that interests you and explain why it interests you and how you can use your gifts and talents there.</w:t>
      </w:r>
    </w:p>
    <w:p w:rsidR="007E4599" w:rsidRDefault="007E4599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/>
    <w:p w:rsidR="0041248F" w:rsidRDefault="0041248F">
      <w:r>
        <w:t>______________________________________________________________________________</w:t>
      </w:r>
    </w:p>
    <w:p w:rsidR="0041248F" w:rsidRDefault="0041248F" w:rsidP="0041248F"/>
    <w:p w:rsidR="0041248F" w:rsidRDefault="0041248F" w:rsidP="0041248F">
      <w:r>
        <w:t>______________________________________________________________________________</w:t>
      </w:r>
    </w:p>
    <w:p w:rsidR="0041248F" w:rsidRDefault="0041248F" w:rsidP="0041248F"/>
    <w:p w:rsidR="0041248F" w:rsidRDefault="0041248F" w:rsidP="0041248F">
      <w:r>
        <w:t>______________________________________________________________________________</w:t>
      </w:r>
    </w:p>
    <w:p w:rsidR="0041248F" w:rsidRDefault="0041248F" w:rsidP="0041248F"/>
    <w:p w:rsidR="0041248F" w:rsidRDefault="0041248F" w:rsidP="0041248F">
      <w:r>
        <w:t>______________________________________________________________________________</w:t>
      </w:r>
    </w:p>
    <w:p w:rsidR="0041248F" w:rsidRDefault="0041248F" w:rsidP="0041248F"/>
    <w:p w:rsidR="0041248F" w:rsidRDefault="0041248F" w:rsidP="0041248F">
      <w:r>
        <w:t>______________________________________________________________________________</w:t>
      </w:r>
    </w:p>
    <w:p w:rsidR="0041248F" w:rsidRDefault="0041248F" w:rsidP="0041248F"/>
    <w:p w:rsidR="0041248F" w:rsidRDefault="0041248F" w:rsidP="0041248F">
      <w:r>
        <w:t>______________________________________________________________________________</w:t>
      </w:r>
    </w:p>
    <w:p w:rsidR="0041248F" w:rsidRDefault="0041248F"/>
    <w:p w:rsidR="0041248F" w:rsidRDefault="0041248F" w:rsidP="0041248F">
      <w:r>
        <w:t>______________________________________________________________________________</w:t>
      </w:r>
    </w:p>
    <w:p w:rsidR="0041248F" w:rsidRDefault="0041248F" w:rsidP="0041248F"/>
    <w:p w:rsidR="0041248F" w:rsidRDefault="0041248F" w:rsidP="0041248F">
      <w:r>
        <w:t>______________________________________________________________________________</w:t>
      </w:r>
    </w:p>
    <w:p w:rsidR="0041248F" w:rsidRDefault="0041248F" w:rsidP="0041248F"/>
    <w:p w:rsidR="0041248F" w:rsidRDefault="0041248F" w:rsidP="0041248F">
      <w:r>
        <w:t>______________________________________________________________________________</w:t>
      </w:r>
    </w:p>
    <w:p w:rsidR="0041248F" w:rsidRDefault="0041248F" w:rsidP="0041248F"/>
    <w:p w:rsidR="0041248F" w:rsidRDefault="0041248F" w:rsidP="0041248F">
      <w:r>
        <w:t>______________________________________________________________________________</w:t>
      </w:r>
    </w:p>
    <w:p w:rsidR="0041248F" w:rsidRDefault="0041248F" w:rsidP="0041248F"/>
    <w:p w:rsidR="0041248F" w:rsidRDefault="0041248F" w:rsidP="006810A3">
      <w:r>
        <w:t>______________________________________________________________________________</w:t>
      </w:r>
    </w:p>
    <w:sectPr w:rsidR="00412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5D8"/>
    <w:rsid w:val="001E3101"/>
    <w:rsid w:val="00235B6E"/>
    <w:rsid w:val="002F2523"/>
    <w:rsid w:val="0041248F"/>
    <w:rsid w:val="005603A8"/>
    <w:rsid w:val="00676955"/>
    <w:rsid w:val="006810A3"/>
    <w:rsid w:val="00756C28"/>
    <w:rsid w:val="007E4599"/>
    <w:rsid w:val="00897C93"/>
    <w:rsid w:val="00AE2EE9"/>
    <w:rsid w:val="00AF3A03"/>
    <w:rsid w:val="00B336FD"/>
    <w:rsid w:val="00BB43E9"/>
    <w:rsid w:val="00BB4811"/>
    <w:rsid w:val="00C745D8"/>
    <w:rsid w:val="00CF1EF1"/>
    <w:rsid w:val="00D452EE"/>
    <w:rsid w:val="00DC1ED2"/>
    <w:rsid w:val="00F13865"/>
    <w:rsid w:val="00F149DE"/>
    <w:rsid w:val="00FA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F8FAA1C9</Template>
  <TotalTime>4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Xavier High School</Company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Lyons</dc:creator>
  <cp:lastModifiedBy>Peter Lyons</cp:lastModifiedBy>
  <cp:revision>5</cp:revision>
  <dcterms:created xsi:type="dcterms:W3CDTF">2014-01-28T15:56:00Z</dcterms:created>
  <dcterms:modified xsi:type="dcterms:W3CDTF">2014-01-28T16:01:00Z</dcterms:modified>
</cp:coreProperties>
</file>